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207B1" w14:textId="77777777" w:rsidR="00EB3170" w:rsidRDefault="00EB3170" w:rsidP="003C2904">
      <w:r w:rsidRPr="00EB3170">
        <w:t xml:space="preserve">Arne Kräftig, </w:t>
      </w:r>
      <w:proofErr w:type="spellStart"/>
      <w:r w:rsidRPr="00EB3170">
        <w:t>Bienwaldstr</w:t>
      </w:r>
      <w:proofErr w:type="spellEnd"/>
      <w:r w:rsidRPr="00EB3170">
        <w:t>. 16, 67658 Kaiserslautern</w:t>
      </w:r>
    </w:p>
    <w:p w14:paraId="16058588" w14:textId="0F625570" w:rsidR="00EB3170" w:rsidRPr="00EB3170" w:rsidRDefault="00EB3170" w:rsidP="00EB3170">
      <w:r w:rsidRPr="00EB3170">
        <w:t>Tel.: 0631 1234567, E-Mail: AK@beispielnet.com</w:t>
      </w:r>
    </w:p>
    <w:p w14:paraId="6CE070D2" w14:textId="77777777" w:rsidR="00EB3170" w:rsidRDefault="00EB3170" w:rsidP="00EB3170"/>
    <w:p w14:paraId="6A28BF28" w14:textId="77777777" w:rsidR="002229AD" w:rsidRDefault="002229AD" w:rsidP="00EB3170"/>
    <w:p w14:paraId="383A47A9" w14:textId="77777777" w:rsidR="002229AD" w:rsidRPr="00EB3170" w:rsidRDefault="002229AD" w:rsidP="00EB3170"/>
    <w:p w14:paraId="71831DF2" w14:textId="77777777" w:rsidR="00EB3170" w:rsidRDefault="00EB3170" w:rsidP="00EB3170"/>
    <w:p w14:paraId="2BD70C61" w14:textId="77777777" w:rsidR="003C2904" w:rsidRPr="00EB3170" w:rsidRDefault="003C2904" w:rsidP="00EB3170"/>
    <w:p w14:paraId="4E20D176" w14:textId="77777777" w:rsidR="00EB3170" w:rsidRPr="00EB3170" w:rsidRDefault="00EB3170" w:rsidP="00EB3170">
      <w:proofErr w:type="spellStart"/>
      <w:r w:rsidRPr="00EB3170">
        <w:t>TeleMarketCom</w:t>
      </w:r>
      <w:proofErr w:type="spellEnd"/>
      <w:r w:rsidRPr="00EB3170">
        <w:t xml:space="preserve"> Internetdienstleistungen</w:t>
      </w:r>
    </w:p>
    <w:p w14:paraId="5C108225" w14:textId="77777777" w:rsidR="00EB3170" w:rsidRPr="00EB3170" w:rsidRDefault="00EB3170" w:rsidP="00EB3170">
      <w:r w:rsidRPr="00EB3170">
        <w:t>Frau Sophie Lück</w:t>
      </w:r>
    </w:p>
    <w:p w14:paraId="005D9CF6" w14:textId="77777777" w:rsidR="00EB3170" w:rsidRPr="00EB3170" w:rsidRDefault="00EB3170" w:rsidP="00EB3170">
      <w:r w:rsidRPr="00EB3170">
        <w:t>Alte Zeche 155</w:t>
      </w:r>
    </w:p>
    <w:p w14:paraId="225B42D7" w14:textId="77777777" w:rsidR="00EB3170" w:rsidRPr="00EB3170" w:rsidRDefault="00EB3170" w:rsidP="00EB3170">
      <w:r w:rsidRPr="00EB3170">
        <w:t>66112 Saarbrücken</w:t>
      </w:r>
    </w:p>
    <w:p w14:paraId="221FF1CC" w14:textId="77777777" w:rsidR="00EB3170" w:rsidRPr="00EB3170" w:rsidRDefault="00EB3170" w:rsidP="00EB3170"/>
    <w:p w14:paraId="3E8BF01B" w14:textId="77777777" w:rsidR="00EB3170" w:rsidRPr="00EB3170" w:rsidRDefault="00EB3170" w:rsidP="00EB3170"/>
    <w:p w14:paraId="19872336" w14:textId="6EEA319F" w:rsidR="00EB3170" w:rsidRPr="00EB3170" w:rsidRDefault="00EB3170" w:rsidP="00EB3170">
      <w:pPr>
        <w:jc w:val="right"/>
      </w:pPr>
      <w:r w:rsidRPr="00EB3170">
        <w:t>Kaiserslautern, 30.10.201</w:t>
      </w:r>
      <w:r>
        <w:t>6</w:t>
      </w:r>
    </w:p>
    <w:p w14:paraId="705E9B91" w14:textId="77777777" w:rsidR="00EB3170" w:rsidRPr="00EB3170" w:rsidRDefault="00EB3170" w:rsidP="00EB3170"/>
    <w:p w14:paraId="7882F86B" w14:textId="77777777" w:rsidR="00EB3170" w:rsidRPr="00EB3170" w:rsidRDefault="00EB3170" w:rsidP="00EB3170"/>
    <w:p w14:paraId="53810CB1" w14:textId="77777777" w:rsidR="00EB3170" w:rsidRPr="002229AD" w:rsidRDefault="00EB3170" w:rsidP="00EB3170">
      <w:pPr>
        <w:rPr>
          <w:b/>
        </w:rPr>
      </w:pPr>
      <w:r w:rsidRPr="002229AD">
        <w:rPr>
          <w:b/>
        </w:rPr>
        <w:t>Bewerbung als Verkaufsberater Telekommunikation</w:t>
      </w:r>
    </w:p>
    <w:p w14:paraId="18D0CAD4" w14:textId="77777777" w:rsidR="00EB3170" w:rsidRPr="002229AD" w:rsidRDefault="00EB3170" w:rsidP="00EB3170">
      <w:pPr>
        <w:rPr>
          <w:b/>
        </w:rPr>
      </w:pPr>
      <w:r w:rsidRPr="002229AD">
        <w:rPr>
          <w:b/>
        </w:rPr>
        <w:t>Ihr Stellenangebot auf www.monster.de</w:t>
      </w:r>
    </w:p>
    <w:p w14:paraId="1D01E968" w14:textId="77777777" w:rsidR="00EB3170" w:rsidRPr="002229AD" w:rsidRDefault="00EB3170" w:rsidP="00EB3170">
      <w:pPr>
        <w:rPr>
          <w:b/>
        </w:rPr>
      </w:pPr>
    </w:p>
    <w:p w14:paraId="6D63EBB5" w14:textId="77777777" w:rsidR="00EB3170" w:rsidRPr="00EB3170" w:rsidRDefault="00EB3170" w:rsidP="00EB3170"/>
    <w:p w14:paraId="2D56700C" w14:textId="77777777" w:rsidR="00EB3170" w:rsidRPr="00EB3170" w:rsidRDefault="00EB3170" w:rsidP="00EB3170">
      <w:r w:rsidRPr="00EB3170">
        <w:t>Sehr geehrte Frau Lück,</w:t>
      </w:r>
    </w:p>
    <w:p w14:paraId="68154869" w14:textId="77777777" w:rsidR="00EB3170" w:rsidRPr="00EB3170" w:rsidRDefault="00EB3170" w:rsidP="00EB3170"/>
    <w:p w14:paraId="1387CC00" w14:textId="77777777" w:rsidR="00EB3170" w:rsidRPr="00EB3170" w:rsidRDefault="00EB3170" w:rsidP="00EB3170">
      <w:r w:rsidRPr="00EB3170">
        <w:t>haben Sie vielen Dank für Ihre Informationen am Telefon. Wie versprochen reiche ich meine Bewerbung als Verkaufsberater für Telekommunikationsdienstleistungen ein.</w:t>
      </w:r>
    </w:p>
    <w:p w14:paraId="5BA9C609" w14:textId="77777777" w:rsidR="00EB3170" w:rsidRPr="00EB3170" w:rsidRDefault="00EB3170" w:rsidP="00EB3170">
      <w:pPr>
        <w:rPr>
          <w:sz w:val="14"/>
          <w:szCs w:val="14"/>
        </w:rPr>
      </w:pPr>
    </w:p>
    <w:p w14:paraId="1B1F1D4A" w14:textId="77777777" w:rsidR="00EB3170" w:rsidRPr="00EB3170" w:rsidRDefault="00EB3170" w:rsidP="00EB3170">
      <w:r w:rsidRPr="00EB3170">
        <w:t>Ihr Unternehmen ist mir als einer der besten Anbieter von Internetdienstleistungen in Deutsc</w:t>
      </w:r>
      <w:r w:rsidRPr="00EB3170">
        <w:t>h</w:t>
      </w:r>
      <w:r w:rsidRPr="00EB3170">
        <w:t>land bekannt. Gern möchte ich mit meinem verkäuferischen Talent zum Erfolg Ihres Unterne</w:t>
      </w:r>
      <w:r w:rsidRPr="00EB3170">
        <w:t>h</w:t>
      </w:r>
      <w:r w:rsidRPr="00EB3170">
        <w:t>mens beitragen.</w:t>
      </w:r>
    </w:p>
    <w:p w14:paraId="13B36771" w14:textId="77777777" w:rsidR="00EB3170" w:rsidRPr="00EB3170" w:rsidRDefault="00EB3170" w:rsidP="00EB3170">
      <w:pPr>
        <w:rPr>
          <w:sz w:val="14"/>
          <w:szCs w:val="14"/>
        </w:rPr>
      </w:pPr>
    </w:p>
    <w:p w14:paraId="64941F6F" w14:textId="77777777" w:rsidR="00EB3170" w:rsidRPr="00EB3170" w:rsidRDefault="00EB3170" w:rsidP="00EB3170">
      <w:r w:rsidRPr="00EB3170">
        <w:t>Ich bringe langjährige Erfahrung als Außendienstmitarbeiter für einen Versicherungsanbieter und als Vertriebsmitarbeiter in der Pharmabranche mit. Verkauf und Vertrieb liegen mir im Blut. Es macht mir Spaß, Menschen zu beraten. Dabei gehe ich zielstrebig und abschlussorientiert vor. Ich kann mich gut organisieren, arbeite motiviert und zuverlässig.</w:t>
      </w:r>
    </w:p>
    <w:p w14:paraId="2186C6CF" w14:textId="77777777" w:rsidR="00EB3170" w:rsidRPr="00EB3170" w:rsidRDefault="00EB3170" w:rsidP="00EB3170">
      <w:pPr>
        <w:rPr>
          <w:sz w:val="14"/>
          <w:szCs w:val="14"/>
        </w:rPr>
      </w:pPr>
    </w:p>
    <w:p w14:paraId="4A85B2BD" w14:textId="455F2388" w:rsidR="00EB3170" w:rsidRPr="00EB3170" w:rsidRDefault="00EB3170" w:rsidP="00EB3170">
      <w:r w:rsidRPr="00EB3170">
        <w:t xml:space="preserve">Aufgrund einer </w:t>
      </w:r>
      <w:r w:rsidR="002229AD">
        <w:t>Umstrukturierung</w:t>
      </w:r>
      <w:r w:rsidRPr="00EB3170">
        <w:t xml:space="preserve"> ist mein Arbeitsplatz zum 31. Juli 201</w:t>
      </w:r>
      <w:r>
        <w:t>6</w:t>
      </w:r>
      <w:r w:rsidRPr="00EB3170">
        <w:t xml:space="preserve"> weggefallen. Deshalb könnte ich Ihnen auch kurzfristig zur Verfügung stehen. Meine Gehaltsvorstellungen mit Fixum und Provision bespreche ich gern in einem persönlichen Gespräch mit Ihnen.</w:t>
      </w:r>
    </w:p>
    <w:p w14:paraId="0626D7B4" w14:textId="77777777" w:rsidR="00EB3170" w:rsidRPr="00EB3170" w:rsidRDefault="00EB3170" w:rsidP="00EB3170">
      <w:pPr>
        <w:rPr>
          <w:sz w:val="14"/>
          <w:szCs w:val="14"/>
        </w:rPr>
      </w:pPr>
    </w:p>
    <w:p w14:paraId="1B2DBC1B" w14:textId="09F38CB0" w:rsidR="00EB3170" w:rsidRPr="00EB3170" w:rsidRDefault="00EB3170" w:rsidP="00EB3170">
      <w:r w:rsidRPr="00EB3170">
        <w:t xml:space="preserve">Sie wollen mich kennenlernen, um sich selbst ein Bild von mir und meinen Fähigkeiten zu </w:t>
      </w:r>
      <w:r w:rsidR="002229AD">
        <w:br/>
      </w:r>
      <w:r w:rsidRPr="00EB3170">
        <w:t xml:space="preserve">machen? Mobil bin ich jederzeit erreichbar unter 0170 11223344. Ich freue mich auf Ihren </w:t>
      </w:r>
      <w:r w:rsidR="002229AD">
        <w:br/>
      </w:r>
      <w:r w:rsidRPr="00EB3170">
        <w:t>Anruf!</w:t>
      </w:r>
    </w:p>
    <w:p w14:paraId="449615A0" w14:textId="77777777" w:rsidR="00EB3170" w:rsidRPr="00EB3170" w:rsidRDefault="00EB3170" w:rsidP="00EB3170">
      <w:pPr>
        <w:rPr>
          <w:sz w:val="14"/>
          <w:szCs w:val="14"/>
        </w:rPr>
      </w:pPr>
    </w:p>
    <w:p w14:paraId="4CC86F58" w14:textId="77777777" w:rsidR="00EB3170" w:rsidRDefault="00EB3170" w:rsidP="00EB3170">
      <w:r w:rsidRPr="00EB3170">
        <w:t>Freundliche Grüße ins benachbarte Saarland</w:t>
      </w:r>
    </w:p>
    <w:p w14:paraId="6DE2FDB5" w14:textId="77777777" w:rsidR="002229AD" w:rsidRPr="00EB3170" w:rsidRDefault="002229AD" w:rsidP="00EB3170"/>
    <w:p w14:paraId="329AD342" w14:textId="75B1FD37" w:rsidR="0095639B" w:rsidRPr="007545F5" w:rsidRDefault="00EB3170" w:rsidP="00EB3170">
      <w:pPr>
        <w:pStyle w:val="UnterschriftName"/>
        <w:rPr>
          <w:rFonts w:ascii="Lucida Handwriting" w:hAnsi="Lucida Handwriting"/>
        </w:rPr>
      </w:pPr>
      <w:bookmarkStart w:id="0" w:name="_GoBack"/>
      <w:r w:rsidRPr="007545F5">
        <w:rPr>
          <w:rFonts w:ascii="Lucida Handwriting" w:hAnsi="Lucida Handwriting"/>
        </w:rPr>
        <w:t>Arne Kräftig</w:t>
      </w:r>
      <w:bookmarkEnd w:id="0"/>
    </w:p>
    <w:sectPr w:rsidR="0095639B" w:rsidRPr="007545F5" w:rsidSect="003C2904">
      <w:pgSz w:w="11906" w:h="16838"/>
      <w:pgMar w:top="1134" w:right="1134" w:bottom="1134"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2229AD"/>
    <w:rsid w:val="00370185"/>
    <w:rsid w:val="003B7D74"/>
    <w:rsid w:val="003C2904"/>
    <w:rsid w:val="004F0647"/>
    <w:rsid w:val="00631380"/>
    <w:rsid w:val="007545F5"/>
    <w:rsid w:val="00770743"/>
    <w:rsid w:val="008D2E71"/>
    <w:rsid w:val="008D76FD"/>
    <w:rsid w:val="0095639B"/>
    <w:rsid w:val="00A479D8"/>
    <w:rsid w:val="00AE72C8"/>
    <w:rsid w:val="00B14BB3"/>
    <w:rsid w:val="00CC7DA6"/>
    <w:rsid w:val="00E37989"/>
    <w:rsid w:val="00EB3170"/>
    <w:rsid w:val="00F339C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3C2904"/>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3C2904"/>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3C2904"/>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3C2904"/>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5B6D36ED</Template>
  <TotalTime>0</TotalTime>
  <Pages>1</Pages>
  <Words>213</Words>
  <Characters>1346</Characters>
  <Application>Microsoft Office Word</Application>
  <DocSecurity>0</DocSecurity>
  <Lines>11</Lines>
  <Paragraphs>3</Paragraphs>
  <ScaleCrop>false</ScaleCrop>
  <Company>F G</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2015-11-10T09:33:00Z</cp:lastPrinted>
  <dcterms:created xsi:type="dcterms:W3CDTF">2015-11-10T09:33:00Z</dcterms:created>
  <dcterms:modified xsi:type="dcterms:W3CDTF">2016-02-02T08:00:00Z</dcterms:modified>
</cp:coreProperties>
</file>